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71CA4" w14:textId="77777777" w:rsidR="00D04B1A" w:rsidRDefault="00D04B1A" w:rsidP="00D04B1A">
      <w:pPr>
        <w:spacing w:after="120"/>
        <w:contextualSpacing/>
        <w:rPr>
          <w:rFonts w:ascii="Verdana" w:hAnsi="Verdana"/>
          <w:sz w:val="18"/>
          <w:szCs w:val="18"/>
        </w:rPr>
      </w:pPr>
    </w:p>
    <w:p w14:paraId="0E027EAC" w14:textId="77777777" w:rsidR="00D04B1A" w:rsidRDefault="00D04B1A" w:rsidP="00D04B1A">
      <w:pPr>
        <w:spacing w:after="120"/>
        <w:contextualSpacing/>
        <w:rPr>
          <w:rFonts w:ascii="Verdana" w:hAnsi="Verdana"/>
          <w:sz w:val="18"/>
          <w:szCs w:val="18"/>
        </w:rPr>
      </w:pPr>
    </w:p>
    <w:p w14:paraId="10C23DB7" w14:textId="77777777" w:rsidR="00D04B1A" w:rsidRDefault="00D04B1A" w:rsidP="00D04B1A">
      <w:pPr>
        <w:spacing w:after="120"/>
        <w:contextualSpacing/>
        <w:rPr>
          <w:rFonts w:ascii="Verdana" w:hAnsi="Verdana"/>
          <w:sz w:val="18"/>
          <w:szCs w:val="18"/>
        </w:rPr>
      </w:pPr>
    </w:p>
    <w:p w14:paraId="06C655EC" w14:textId="77777777" w:rsidR="00D04B1A" w:rsidRDefault="00D04B1A" w:rsidP="00D04B1A">
      <w:pPr>
        <w:spacing w:after="0" w:line="240" w:lineRule="auto"/>
        <w:ind w:left="3827" w:right="312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440C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Hlk48665222"/>
      <w:r w:rsidRPr="008440CB">
        <w:rPr>
          <w:rFonts w:ascii="Times New Roman" w:hAnsi="Times New Roman" w:cs="Times New Roman"/>
          <w:b/>
          <w:sz w:val="28"/>
          <w:szCs w:val="28"/>
        </w:rPr>
        <w:t xml:space="preserve">ПРИЛОЖЕНИЕ № 1 </w:t>
      </w:r>
    </w:p>
    <w:p w14:paraId="01DAFA4E" w14:textId="77777777" w:rsidR="00D04B1A" w:rsidRPr="008440CB" w:rsidRDefault="00D04B1A" w:rsidP="00D04B1A">
      <w:pPr>
        <w:spacing w:after="0" w:line="240" w:lineRule="auto"/>
        <w:ind w:left="3827" w:right="312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440CB">
        <w:rPr>
          <w:rFonts w:ascii="Times New Roman" w:hAnsi="Times New Roman" w:cs="Times New Roman"/>
          <w:b/>
          <w:sz w:val="28"/>
          <w:szCs w:val="28"/>
        </w:rPr>
        <w:t>К ИЗВЕЩЕНИЮ</w:t>
      </w:r>
    </w:p>
    <w:p w14:paraId="48C14552" w14:textId="77777777" w:rsidR="00D04B1A" w:rsidRPr="008440CB" w:rsidRDefault="00D04B1A" w:rsidP="00D04B1A">
      <w:pPr>
        <w:spacing w:after="0" w:line="240" w:lineRule="auto"/>
        <w:ind w:left="3827" w:right="312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440CB">
        <w:rPr>
          <w:rFonts w:ascii="Times New Roman" w:hAnsi="Times New Roman" w:cs="Times New Roman"/>
          <w:b/>
          <w:sz w:val="28"/>
          <w:szCs w:val="28"/>
        </w:rPr>
        <w:t xml:space="preserve">                           О ПРОВЕДЕНИ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8440CB">
        <w:rPr>
          <w:rFonts w:ascii="Times New Roman" w:hAnsi="Times New Roman" w:cs="Times New Roman"/>
          <w:b/>
          <w:sz w:val="28"/>
          <w:szCs w:val="28"/>
        </w:rPr>
        <w:t xml:space="preserve"> ОТКР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8440CB">
        <w:rPr>
          <w:rFonts w:ascii="Times New Roman" w:hAnsi="Times New Roman" w:cs="Times New Roman"/>
          <w:b/>
          <w:sz w:val="28"/>
          <w:szCs w:val="28"/>
        </w:rPr>
        <w:t>ТОГО КОНКУРСА</w:t>
      </w:r>
    </w:p>
    <w:bookmarkEnd w:id="0"/>
    <w:p w14:paraId="398D4378" w14:textId="77777777" w:rsidR="00D04B1A" w:rsidRPr="008440CB" w:rsidRDefault="00D04B1A" w:rsidP="00D04B1A">
      <w:pPr>
        <w:spacing w:after="1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B62138E" w14:textId="77777777" w:rsidR="00D04B1A" w:rsidRPr="008440CB" w:rsidRDefault="00D04B1A" w:rsidP="00D04B1A">
      <w:pPr>
        <w:spacing w:after="1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C951AEE" w14:textId="77777777" w:rsidR="00C7381D" w:rsidRDefault="00D04B1A" w:rsidP="00D04B1A">
      <w:pPr>
        <w:spacing w:line="240" w:lineRule="exact"/>
        <w:ind w:left="142" w:right="87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48665243"/>
      <w:r w:rsidRPr="008440CB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Pr="008440CB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8440CB">
        <w:rPr>
          <w:rFonts w:ascii="Times New Roman" w:hAnsi="Times New Roman" w:cs="Times New Roman"/>
          <w:b/>
          <w:sz w:val="28"/>
          <w:szCs w:val="28"/>
        </w:rPr>
        <w:t>право заключения договора на установку и эксплуатацию рекламных конструкций на территории городского округа «город Дербент»</w:t>
      </w:r>
      <w:bookmarkEnd w:id="1"/>
    </w:p>
    <w:p w14:paraId="7F370F79" w14:textId="77777777" w:rsidR="00D04B1A" w:rsidRPr="00D04B1A" w:rsidRDefault="00D04B1A" w:rsidP="00D04B1A">
      <w:pPr>
        <w:spacing w:line="240" w:lineRule="exact"/>
        <w:ind w:left="142" w:right="8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598E43" w14:textId="77777777" w:rsidR="009D4799" w:rsidRDefault="009D4799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1330"/>
        <w:gridCol w:w="1330"/>
        <w:gridCol w:w="2551"/>
        <w:gridCol w:w="1730"/>
        <w:gridCol w:w="709"/>
        <w:gridCol w:w="709"/>
        <w:gridCol w:w="567"/>
        <w:gridCol w:w="969"/>
      </w:tblGrid>
      <w:tr w:rsidR="00D04B1A" w:rsidRPr="00262BDA" w14:paraId="40606990" w14:textId="77777777" w:rsidTr="0092520C">
        <w:trPr>
          <w:cantSplit/>
          <w:trHeight w:val="2197"/>
        </w:trPr>
        <w:tc>
          <w:tcPr>
            <w:tcW w:w="1330" w:type="dxa"/>
            <w:textDirection w:val="btLr"/>
            <w:vAlign w:val="center"/>
          </w:tcPr>
          <w:p w14:paraId="4CB3A38A" w14:textId="2694D2EB" w:rsidR="00D04B1A" w:rsidRPr="00262BDA" w:rsidRDefault="00D04B1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</w:t>
            </w:r>
            <w:r w:rsidR="002B44B9">
              <w:rPr>
                <w:rFonts w:ascii="Verdana" w:hAnsi="Verdana"/>
                <w:sz w:val="18"/>
                <w:szCs w:val="18"/>
              </w:rPr>
              <w:t>лота</w:t>
            </w:r>
          </w:p>
        </w:tc>
        <w:tc>
          <w:tcPr>
            <w:tcW w:w="1330" w:type="dxa"/>
            <w:textDirection w:val="btLr"/>
            <w:vAlign w:val="center"/>
          </w:tcPr>
          <w:p w14:paraId="42EB3564" w14:textId="77777777" w:rsidR="00D04B1A" w:rsidRDefault="001307B1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Стоимость за 1 год</w:t>
            </w:r>
            <w:r w:rsidR="002B44B9">
              <w:rPr>
                <w:rFonts w:ascii="Verdana" w:hAnsi="Verdana"/>
                <w:sz w:val="18"/>
                <w:szCs w:val="18"/>
              </w:rPr>
              <w:t xml:space="preserve">, </w:t>
            </w:r>
          </w:p>
          <w:p w14:paraId="2295C112" w14:textId="7762041F" w:rsidR="002B44B9" w:rsidRPr="00262BDA" w:rsidRDefault="002B44B9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vAlign w:val="center"/>
          </w:tcPr>
          <w:p w14:paraId="661CA481" w14:textId="77777777" w:rsidR="00D04B1A" w:rsidRPr="00262BDA" w:rsidRDefault="00D04B1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1730" w:type="dxa"/>
            <w:vAlign w:val="center"/>
          </w:tcPr>
          <w:p w14:paraId="73DFE850" w14:textId="77777777" w:rsidR="00D04B1A" w:rsidRPr="00262BDA" w:rsidRDefault="00D04B1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6FE04423" w14:textId="77777777" w:rsidR="00D04B1A" w:rsidRPr="00262BDA" w:rsidRDefault="00D04B1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09A2F552" w14:textId="77777777" w:rsidR="00D04B1A" w:rsidRPr="00262BDA" w:rsidRDefault="00D04B1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4BA9EEFB" w14:textId="77777777" w:rsidR="00D04B1A" w:rsidRPr="00262BDA" w:rsidRDefault="00D04B1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5141E2C2" w14:textId="77777777" w:rsidR="00D04B1A" w:rsidRPr="00262BDA" w:rsidRDefault="00D04B1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75EB58AD" w14:textId="77777777" w:rsidR="002B44B9" w:rsidRDefault="00D04B1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Площадь информационного поля </w:t>
            </w:r>
          </w:p>
          <w:p w14:paraId="67A50291" w14:textId="366C5AFC" w:rsidR="00D04B1A" w:rsidRPr="00262BDA" w:rsidRDefault="00D04B1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D04B1A" w:rsidRPr="00262BDA" w14:paraId="036262C2" w14:textId="77777777" w:rsidTr="00A3111D">
        <w:tc>
          <w:tcPr>
            <w:tcW w:w="1330" w:type="dxa"/>
          </w:tcPr>
          <w:p w14:paraId="4DBEA0F0" w14:textId="77777777" w:rsidR="00D04B1A" w:rsidRPr="00837AE1" w:rsidRDefault="001307B1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№-1</w:t>
            </w:r>
          </w:p>
        </w:tc>
        <w:tc>
          <w:tcPr>
            <w:tcW w:w="1330" w:type="dxa"/>
          </w:tcPr>
          <w:p w14:paraId="2530F90C" w14:textId="4E28C2FE" w:rsidR="00D04B1A" w:rsidRPr="00837AE1" w:rsidRDefault="00722403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25</w:t>
            </w:r>
            <w:r w:rsidR="002B44B9">
              <w:rPr>
                <w:rFonts w:ascii="Verdana" w:hAnsi="Verdana"/>
                <w:b/>
                <w:sz w:val="18"/>
                <w:szCs w:val="18"/>
              </w:rPr>
              <w:t> </w:t>
            </w:r>
            <w:r>
              <w:rPr>
                <w:rFonts w:ascii="Verdana" w:hAnsi="Verdana"/>
                <w:b/>
                <w:sz w:val="18"/>
                <w:szCs w:val="18"/>
              </w:rPr>
              <w:t>660</w:t>
            </w:r>
            <w:r w:rsidR="002B44B9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62CEFD60" w14:textId="77777777" w:rsidR="00D04B1A" w:rsidRPr="00262BDA" w:rsidRDefault="00D04B1A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268 м. до ул. Фермерская.</w:t>
            </w:r>
          </w:p>
        </w:tc>
        <w:tc>
          <w:tcPr>
            <w:tcW w:w="1730" w:type="dxa"/>
          </w:tcPr>
          <w:p w14:paraId="39DB38AC" w14:textId="77777777" w:rsidR="00D04B1A" w:rsidRPr="00262BDA" w:rsidRDefault="00D04B1A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A19EE6F" w14:textId="77777777" w:rsidR="00D04B1A" w:rsidRPr="00262BDA" w:rsidRDefault="00D04B1A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3FDCEAE5" w14:textId="77777777" w:rsidR="00D04B1A" w:rsidRPr="00262BDA" w:rsidRDefault="00D04B1A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192C337A" w14:textId="77777777" w:rsidR="00D04B1A" w:rsidRPr="00262BDA" w:rsidRDefault="00D04B1A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FBF9275" w14:textId="77777777" w:rsidR="00D04B1A" w:rsidRPr="00262BDA" w:rsidRDefault="00D04B1A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D04B1A" w:rsidRPr="00262BDA" w14:paraId="3104D2BB" w14:textId="77777777" w:rsidTr="003136ED">
        <w:tc>
          <w:tcPr>
            <w:tcW w:w="1330" w:type="dxa"/>
          </w:tcPr>
          <w:p w14:paraId="70734E31" w14:textId="77777777" w:rsidR="00D04B1A" w:rsidRDefault="00722403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</w:t>
            </w:r>
          </w:p>
        </w:tc>
        <w:tc>
          <w:tcPr>
            <w:tcW w:w="1330" w:type="dxa"/>
          </w:tcPr>
          <w:p w14:paraId="128BA3F7" w14:textId="0CCD58CD" w:rsidR="00D04B1A" w:rsidRDefault="00FE3090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121DFF71" w14:textId="77777777" w:rsidR="00D04B1A" w:rsidRPr="009471C8" w:rsidRDefault="00D04B1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138 м. от ул. Фермерская.</w:t>
            </w:r>
          </w:p>
        </w:tc>
        <w:tc>
          <w:tcPr>
            <w:tcW w:w="1730" w:type="dxa"/>
          </w:tcPr>
          <w:p w14:paraId="23DD5B2F" w14:textId="77777777" w:rsidR="00D04B1A" w:rsidRPr="00761F51" w:rsidRDefault="00D04B1A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7DFFD856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B1B5945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33C99FD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6EC444C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D04B1A" w:rsidRPr="00262BDA" w14:paraId="3015C6A7" w14:textId="77777777" w:rsidTr="00AB05C8">
        <w:tc>
          <w:tcPr>
            <w:tcW w:w="1330" w:type="dxa"/>
          </w:tcPr>
          <w:p w14:paraId="21150F7A" w14:textId="77777777" w:rsidR="00D04B1A" w:rsidRPr="00837AE1" w:rsidRDefault="00722403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№-3</w:t>
            </w:r>
          </w:p>
        </w:tc>
        <w:tc>
          <w:tcPr>
            <w:tcW w:w="1330" w:type="dxa"/>
          </w:tcPr>
          <w:p w14:paraId="3FFF6FFF" w14:textId="3CD471BC" w:rsidR="00D04B1A" w:rsidRPr="00722403" w:rsidRDefault="00FE3090" w:rsidP="00837AE1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17 107 </w:t>
            </w:r>
          </w:p>
        </w:tc>
        <w:tc>
          <w:tcPr>
            <w:tcW w:w="2551" w:type="dxa"/>
          </w:tcPr>
          <w:p w14:paraId="457857B6" w14:textId="77777777" w:rsidR="00D04B1A" w:rsidRDefault="00D04B1A">
            <w:r w:rsidRPr="009471C8"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</w:t>
            </w:r>
            <w:r>
              <w:rPr>
                <w:rFonts w:ascii="Verdana" w:hAnsi="Verdana"/>
                <w:sz w:val="18"/>
                <w:szCs w:val="18"/>
              </w:rPr>
              <w:t xml:space="preserve"> 76 м. </w:t>
            </w:r>
            <w:r w:rsidRPr="009471C8">
              <w:rPr>
                <w:rFonts w:ascii="Verdana" w:hAnsi="Verdana"/>
                <w:sz w:val="18"/>
                <w:szCs w:val="18"/>
              </w:rPr>
              <w:t>о</w:t>
            </w:r>
            <w:r>
              <w:rPr>
                <w:rFonts w:ascii="Verdana" w:hAnsi="Verdana"/>
                <w:sz w:val="18"/>
                <w:szCs w:val="18"/>
              </w:rPr>
              <w:t>т</w:t>
            </w:r>
            <w:r w:rsidRPr="009471C8">
              <w:rPr>
                <w:rFonts w:ascii="Verdana" w:hAnsi="Verdana"/>
                <w:sz w:val="18"/>
                <w:szCs w:val="18"/>
              </w:rPr>
              <w:t xml:space="preserve"> ул. Фермерская.</w:t>
            </w:r>
          </w:p>
        </w:tc>
        <w:tc>
          <w:tcPr>
            <w:tcW w:w="1730" w:type="dxa"/>
          </w:tcPr>
          <w:p w14:paraId="34C9C54C" w14:textId="77777777" w:rsidR="00D04B1A" w:rsidRDefault="00D04B1A"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BA2C8D4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6EFF4D25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533F865E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7129CCA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D04B1A" w:rsidRPr="00262BDA" w14:paraId="688BFEB5" w14:textId="77777777" w:rsidTr="00BF37AC">
        <w:tc>
          <w:tcPr>
            <w:tcW w:w="1330" w:type="dxa"/>
          </w:tcPr>
          <w:p w14:paraId="4E72C344" w14:textId="77777777" w:rsidR="00D04B1A" w:rsidRPr="00837AE1" w:rsidRDefault="00722403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№-4</w:t>
            </w:r>
          </w:p>
        </w:tc>
        <w:tc>
          <w:tcPr>
            <w:tcW w:w="1330" w:type="dxa"/>
          </w:tcPr>
          <w:p w14:paraId="23B9F64D" w14:textId="3D1C1B27" w:rsidR="00D04B1A" w:rsidRPr="00837AE1" w:rsidRDefault="00FE3090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17 107 </w:t>
            </w:r>
          </w:p>
        </w:tc>
        <w:tc>
          <w:tcPr>
            <w:tcW w:w="2551" w:type="dxa"/>
          </w:tcPr>
          <w:p w14:paraId="302A9F59" w14:textId="77777777" w:rsidR="00D04B1A" w:rsidRDefault="00D04B1A">
            <w:r w:rsidRPr="00A84D5C"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</w:t>
            </w:r>
            <w:r>
              <w:rPr>
                <w:rFonts w:ascii="Verdana" w:hAnsi="Verdana"/>
                <w:sz w:val="18"/>
                <w:szCs w:val="18"/>
              </w:rPr>
              <w:t>каз в сторону ул. Курбанова, 355</w:t>
            </w:r>
            <w:r w:rsidRPr="00A84D5C">
              <w:rPr>
                <w:rFonts w:ascii="Verdana" w:hAnsi="Verdana"/>
                <w:sz w:val="18"/>
                <w:szCs w:val="18"/>
              </w:rPr>
              <w:t xml:space="preserve"> м. до </w:t>
            </w:r>
            <w:proofErr w:type="spellStart"/>
            <w:r w:rsidRPr="00A84D5C">
              <w:rPr>
                <w:rFonts w:ascii="Verdana" w:hAnsi="Verdana"/>
                <w:sz w:val="18"/>
                <w:szCs w:val="18"/>
              </w:rPr>
              <w:t>ул</w:t>
            </w:r>
            <w:proofErr w:type="spellEnd"/>
            <w:r w:rsidRPr="00A84D5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84D5C">
              <w:rPr>
                <w:rFonts w:ascii="Verdana" w:hAnsi="Verdana"/>
                <w:sz w:val="18"/>
                <w:szCs w:val="18"/>
              </w:rPr>
              <w:t>Сабновинская</w:t>
            </w:r>
            <w:proofErr w:type="spellEnd"/>
            <w:r w:rsidRPr="00A84D5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6E2FD5B9" w14:textId="77777777" w:rsidR="00D04B1A" w:rsidRDefault="00D04B1A"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C27037B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3FBD6777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60371BA4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D2C537F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D04B1A" w:rsidRPr="00262BDA" w14:paraId="7770B9C3" w14:textId="77777777" w:rsidTr="0093438D">
        <w:tc>
          <w:tcPr>
            <w:tcW w:w="1330" w:type="dxa"/>
          </w:tcPr>
          <w:p w14:paraId="5DB76235" w14:textId="77777777" w:rsidR="00D04B1A" w:rsidRPr="00837AE1" w:rsidRDefault="00722403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№-5</w:t>
            </w:r>
          </w:p>
        </w:tc>
        <w:tc>
          <w:tcPr>
            <w:tcW w:w="1330" w:type="dxa"/>
          </w:tcPr>
          <w:p w14:paraId="5F3F8024" w14:textId="7A4A898C" w:rsidR="00D04B1A" w:rsidRPr="00837AE1" w:rsidRDefault="00FE3090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17 107 </w:t>
            </w:r>
          </w:p>
        </w:tc>
        <w:tc>
          <w:tcPr>
            <w:tcW w:w="2551" w:type="dxa"/>
          </w:tcPr>
          <w:p w14:paraId="2223CCB5" w14:textId="77777777" w:rsidR="00D04B1A" w:rsidRDefault="00D04B1A">
            <w:r w:rsidRPr="00A84D5C"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</w:t>
            </w:r>
            <w:r>
              <w:rPr>
                <w:rFonts w:ascii="Verdana" w:hAnsi="Verdana"/>
                <w:sz w:val="18"/>
                <w:szCs w:val="18"/>
              </w:rPr>
              <w:t>каз в сторону ул. Курбанова, 262</w:t>
            </w:r>
            <w:r w:rsidRPr="00A84D5C">
              <w:rPr>
                <w:rFonts w:ascii="Verdana" w:hAnsi="Verdana"/>
                <w:sz w:val="18"/>
                <w:szCs w:val="18"/>
              </w:rPr>
              <w:t xml:space="preserve"> м. до </w:t>
            </w:r>
            <w:proofErr w:type="spellStart"/>
            <w:r w:rsidRPr="00A84D5C">
              <w:rPr>
                <w:rFonts w:ascii="Verdana" w:hAnsi="Verdana"/>
                <w:sz w:val="18"/>
                <w:szCs w:val="18"/>
              </w:rPr>
              <w:t>ул</w:t>
            </w:r>
            <w:proofErr w:type="spellEnd"/>
            <w:r w:rsidRPr="00A84D5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84D5C">
              <w:rPr>
                <w:rFonts w:ascii="Verdana" w:hAnsi="Verdana"/>
                <w:sz w:val="18"/>
                <w:szCs w:val="18"/>
              </w:rPr>
              <w:t>Сабновинская</w:t>
            </w:r>
            <w:proofErr w:type="spellEnd"/>
            <w:r w:rsidRPr="00A84D5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5270F73F" w14:textId="77777777" w:rsidR="00D04B1A" w:rsidRDefault="00D04B1A"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52CA0E44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2C923380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7FCE8572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0E25F59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D04B1A" w:rsidRPr="00262BDA" w14:paraId="341994EB" w14:textId="77777777" w:rsidTr="00147CDC">
        <w:tc>
          <w:tcPr>
            <w:tcW w:w="1330" w:type="dxa"/>
          </w:tcPr>
          <w:p w14:paraId="3A936547" w14:textId="77777777" w:rsidR="00D04B1A" w:rsidRPr="00837AE1" w:rsidRDefault="00722403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№-6</w:t>
            </w:r>
          </w:p>
        </w:tc>
        <w:tc>
          <w:tcPr>
            <w:tcW w:w="1330" w:type="dxa"/>
          </w:tcPr>
          <w:p w14:paraId="43A11CF3" w14:textId="188BACA8" w:rsidR="00D04B1A" w:rsidRPr="00837AE1" w:rsidRDefault="00FE3090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17 107 </w:t>
            </w:r>
          </w:p>
        </w:tc>
        <w:tc>
          <w:tcPr>
            <w:tcW w:w="2551" w:type="dxa"/>
          </w:tcPr>
          <w:p w14:paraId="16E06D0C" w14:textId="77777777" w:rsidR="00D04B1A" w:rsidRPr="00262BDA" w:rsidRDefault="00D04B1A" w:rsidP="005A6F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217 Кавказ в сторону ул. Курбанова, 125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Сабновинская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3AC425E0" w14:textId="77777777" w:rsidR="00D04B1A" w:rsidRPr="00262BDA" w:rsidRDefault="00D04B1A" w:rsidP="005A6F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lastRenderedPageBreak/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11EDC4EA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69A803DF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6DA96B0F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77D119E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D04B1A" w:rsidRPr="00262BDA" w14:paraId="5CCE66FA" w14:textId="77777777" w:rsidTr="00D7537F">
        <w:tc>
          <w:tcPr>
            <w:tcW w:w="1330" w:type="dxa"/>
          </w:tcPr>
          <w:p w14:paraId="5472CFE4" w14:textId="77777777" w:rsidR="00D04B1A" w:rsidRPr="00837AE1" w:rsidRDefault="00CB47AE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№-7</w:t>
            </w:r>
          </w:p>
        </w:tc>
        <w:tc>
          <w:tcPr>
            <w:tcW w:w="1330" w:type="dxa"/>
          </w:tcPr>
          <w:p w14:paraId="539E3378" w14:textId="416B78FB" w:rsidR="00D04B1A" w:rsidRPr="00837AE1" w:rsidRDefault="00FE3090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17 107 </w:t>
            </w:r>
          </w:p>
        </w:tc>
        <w:tc>
          <w:tcPr>
            <w:tcW w:w="2551" w:type="dxa"/>
          </w:tcPr>
          <w:p w14:paraId="77297408" w14:textId="77777777" w:rsidR="00D04B1A" w:rsidRPr="00262BDA" w:rsidRDefault="00D04B1A" w:rsidP="005A6F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федеральной трассы Р-217 Кавказ в сторону ул. Курбанова, на пересечении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Гырхляр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Гапы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0C555743" w14:textId="77777777" w:rsidR="00D04B1A" w:rsidRPr="00262BDA" w:rsidRDefault="00D04B1A" w:rsidP="005A6F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1015EA9" w14:textId="77777777" w:rsidR="00D04B1A" w:rsidRPr="00262BDA" w:rsidRDefault="00D04B1A" w:rsidP="00153FC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Pr="00262BDA">
              <w:rPr>
                <w:rFonts w:ascii="Verdana" w:hAnsi="Verdana"/>
                <w:sz w:val="18"/>
                <w:szCs w:val="18"/>
              </w:rPr>
              <w:t>х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6C995182" w14:textId="77777777" w:rsidR="00D04B1A" w:rsidRPr="00262BDA" w:rsidRDefault="00D04B1A" w:rsidP="00153FC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50D8D971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A1AAF93" w14:textId="77777777" w:rsidR="00D04B1A" w:rsidRPr="00262BDA" w:rsidRDefault="00D04B1A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D04B1A" w:rsidRPr="00262BDA" w14:paraId="442386CD" w14:textId="77777777" w:rsidTr="00897C63">
        <w:tc>
          <w:tcPr>
            <w:tcW w:w="1330" w:type="dxa"/>
          </w:tcPr>
          <w:p w14:paraId="75517715" w14:textId="77777777" w:rsidR="00D04B1A" w:rsidRDefault="00CB47AE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№-8</w:t>
            </w:r>
          </w:p>
        </w:tc>
        <w:tc>
          <w:tcPr>
            <w:tcW w:w="1330" w:type="dxa"/>
          </w:tcPr>
          <w:p w14:paraId="515260E8" w14:textId="1FD761CE" w:rsidR="00D04B1A" w:rsidRPr="00CB47AE" w:rsidRDefault="008065B5" w:rsidP="00900C95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2 246 </w:t>
            </w:r>
          </w:p>
        </w:tc>
        <w:tc>
          <w:tcPr>
            <w:tcW w:w="2551" w:type="dxa"/>
          </w:tcPr>
          <w:p w14:paraId="605C7CEB" w14:textId="77777777" w:rsidR="00D04B1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Кавказ, на пересечении с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Араблинского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57313F00" w14:textId="77777777" w:rsidR="00D04B1A" w:rsidRPr="00262BD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174AD7F7" w14:textId="77777777" w:rsidR="00D04B1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2D4BE6F6" w14:textId="77777777" w:rsidR="00D04B1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53E8491A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1494D34" w14:textId="77777777" w:rsidR="00D04B1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D04B1A" w:rsidRPr="00262BDA" w14:paraId="72B7F782" w14:textId="77777777" w:rsidTr="00526A8D">
        <w:tc>
          <w:tcPr>
            <w:tcW w:w="1330" w:type="dxa"/>
          </w:tcPr>
          <w:p w14:paraId="21F7482E" w14:textId="77777777" w:rsidR="00D04B1A" w:rsidRPr="00837AE1" w:rsidRDefault="00CB47AE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№-9</w:t>
            </w:r>
          </w:p>
        </w:tc>
        <w:tc>
          <w:tcPr>
            <w:tcW w:w="1330" w:type="dxa"/>
          </w:tcPr>
          <w:p w14:paraId="2698E128" w14:textId="35EF5766" w:rsidR="00D04B1A" w:rsidRPr="008564AB" w:rsidRDefault="008065B5" w:rsidP="00900C95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9 504</w:t>
            </w:r>
            <w:r w:rsidR="00FE309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52028A35" w14:textId="77777777" w:rsidR="00D04B1A" w:rsidRPr="00262BD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на пересечении с ул. Аванин-2.</w:t>
            </w:r>
          </w:p>
        </w:tc>
        <w:tc>
          <w:tcPr>
            <w:tcW w:w="1730" w:type="dxa"/>
          </w:tcPr>
          <w:p w14:paraId="467CE274" w14:textId="77777777" w:rsidR="00D04B1A" w:rsidRDefault="00D04B1A" w:rsidP="00900C95">
            <w:proofErr w:type="gramStart"/>
            <w:r w:rsidRPr="00D36709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D36709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00855C1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1ACEB03F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64C2048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17F10E5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137E0737" w14:textId="77777777" w:rsidTr="008E1B31">
        <w:tc>
          <w:tcPr>
            <w:tcW w:w="1330" w:type="dxa"/>
          </w:tcPr>
          <w:p w14:paraId="169F19A9" w14:textId="77777777" w:rsidR="00D04B1A" w:rsidRPr="00837AE1" w:rsidRDefault="00CB47AE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№-10</w:t>
            </w:r>
          </w:p>
        </w:tc>
        <w:tc>
          <w:tcPr>
            <w:tcW w:w="1330" w:type="dxa"/>
          </w:tcPr>
          <w:p w14:paraId="70A81D5E" w14:textId="39F8A731" w:rsidR="00D04B1A" w:rsidRPr="00837AE1" w:rsidRDefault="00FE3090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7C7B8918" w14:textId="77777777" w:rsidR="00D04B1A" w:rsidRPr="00262BD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на пересечении с торца дома №29</w:t>
            </w:r>
          </w:p>
        </w:tc>
        <w:tc>
          <w:tcPr>
            <w:tcW w:w="1730" w:type="dxa"/>
          </w:tcPr>
          <w:p w14:paraId="2A4757EE" w14:textId="77777777" w:rsidR="00D04B1A" w:rsidRDefault="00D04B1A" w:rsidP="00900C95">
            <w:proofErr w:type="gramStart"/>
            <w:r w:rsidRPr="00D36709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D36709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E0502D5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714A4FC9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AE3CAE1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FEAF321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D04B1A" w:rsidRPr="00262BDA" w14:paraId="79E29880" w14:textId="77777777" w:rsidTr="00466E4E">
        <w:tc>
          <w:tcPr>
            <w:tcW w:w="1330" w:type="dxa"/>
          </w:tcPr>
          <w:p w14:paraId="64E794BB" w14:textId="77777777" w:rsidR="00D04B1A" w:rsidRDefault="00CB47AE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№-11</w:t>
            </w:r>
          </w:p>
        </w:tc>
        <w:tc>
          <w:tcPr>
            <w:tcW w:w="1330" w:type="dxa"/>
          </w:tcPr>
          <w:p w14:paraId="2341BC47" w14:textId="1332D30D" w:rsidR="00D04B1A" w:rsidRDefault="008065B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2BE0AA50" w14:textId="77777777" w:rsidR="00D04B1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Кавказ, 41 м. до ул. Х.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Ануширвана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30" w:type="dxa"/>
          </w:tcPr>
          <w:p w14:paraId="64F29394" w14:textId="77777777" w:rsidR="00D04B1A" w:rsidRDefault="00D04B1A" w:rsidP="00900C95">
            <w:proofErr w:type="gramStart"/>
            <w:r w:rsidRPr="004C6313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4C6313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91490C6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3502C702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469971B7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7AC5918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134A4429" w14:textId="77777777" w:rsidTr="00941F57">
        <w:tc>
          <w:tcPr>
            <w:tcW w:w="1330" w:type="dxa"/>
          </w:tcPr>
          <w:p w14:paraId="05015BD7" w14:textId="77777777" w:rsidR="00D04B1A" w:rsidRDefault="008564AB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9D5420">
              <w:rPr>
                <w:rFonts w:ascii="Verdana" w:hAnsi="Verdana"/>
                <w:b/>
                <w:sz w:val="18"/>
                <w:szCs w:val="18"/>
              </w:rPr>
              <w:t>12</w:t>
            </w:r>
          </w:p>
        </w:tc>
        <w:tc>
          <w:tcPr>
            <w:tcW w:w="1330" w:type="dxa"/>
          </w:tcPr>
          <w:p w14:paraId="202D0BF8" w14:textId="24CFEBA3" w:rsidR="00D04B1A" w:rsidRDefault="008065B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7B30D9CB" w14:textId="77777777" w:rsidR="00D04B1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на пересечении с ул. Автовокзальная.</w:t>
            </w:r>
          </w:p>
        </w:tc>
        <w:tc>
          <w:tcPr>
            <w:tcW w:w="1730" w:type="dxa"/>
          </w:tcPr>
          <w:p w14:paraId="1C204380" w14:textId="77777777" w:rsidR="00D04B1A" w:rsidRDefault="00D04B1A" w:rsidP="00900C95">
            <w:proofErr w:type="gramStart"/>
            <w:r w:rsidRPr="004C6313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4C6313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1CCA37A1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14C4E2D3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03E6921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55404D5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06E4A83F" w14:textId="77777777" w:rsidTr="00AF60EC">
        <w:tc>
          <w:tcPr>
            <w:tcW w:w="1330" w:type="dxa"/>
          </w:tcPr>
          <w:p w14:paraId="23259823" w14:textId="77777777" w:rsidR="00D04B1A" w:rsidRDefault="008564AB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9D5420">
              <w:rPr>
                <w:rFonts w:ascii="Verdana" w:hAnsi="Verdana"/>
                <w:b/>
                <w:sz w:val="18"/>
                <w:szCs w:val="18"/>
              </w:rPr>
              <w:t>13</w:t>
            </w:r>
          </w:p>
        </w:tc>
        <w:tc>
          <w:tcPr>
            <w:tcW w:w="1330" w:type="dxa"/>
          </w:tcPr>
          <w:p w14:paraId="744A35E0" w14:textId="578F90D9" w:rsidR="00D04B1A" w:rsidRPr="008564AB" w:rsidRDefault="008065B5" w:rsidP="00900C95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4 492</w:t>
            </w:r>
            <w:r w:rsidR="00FE309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5E01D74C" w14:textId="77777777" w:rsidR="00D04B1A" w:rsidRDefault="00D04B1A" w:rsidP="00900C95">
            <w:r w:rsidRPr="003150DD"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</w:t>
            </w:r>
            <w:r>
              <w:rPr>
                <w:rFonts w:ascii="Verdana" w:hAnsi="Verdana"/>
                <w:sz w:val="18"/>
                <w:szCs w:val="18"/>
              </w:rPr>
              <w:t>, остановка у Автовокзала Северный</w:t>
            </w:r>
          </w:p>
        </w:tc>
        <w:tc>
          <w:tcPr>
            <w:tcW w:w="1730" w:type="dxa"/>
          </w:tcPr>
          <w:p w14:paraId="07AD6172" w14:textId="77777777" w:rsidR="00D04B1A" w:rsidRPr="008548B9" w:rsidRDefault="00D04B1A" w:rsidP="00900C95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217FF5EF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450A890C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4038662E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EB4BDDD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D04B1A" w:rsidRPr="00262BDA" w14:paraId="7E5FC256" w14:textId="77777777" w:rsidTr="00834AB1">
        <w:tc>
          <w:tcPr>
            <w:tcW w:w="1330" w:type="dxa"/>
          </w:tcPr>
          <w:p w14:paraId="0D172E04" w14:textId="77777777" w:rsidR="00D04B1A" w:rsidRPr="00837AE1" w:rsidRDefault="008564AB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9D5420">
              <w:rPr>
                <w:rFonts w:ascii="Verdana" w:hAnsi="Verdana"/>
                <w:b/>
                <w:sz w:val="18"/>
                <w:szCs w:val="18"/>
              </w:rPr>
              <w:t>14</w:t>
            </w:r>
          </w:p>
        </w:tc>
        <w:tc>
          <w:tcPr>
            <w:tcW w:w="1330" w:type="dxa"/>
          </w:tcPr>
          <w:p w14:paraId="4D4CFA9D" w14:textId="39B4BD5C" w:rsidR="00D04B1A" w:rsidRPr="00837AE1" w:rsidRDefault="008065B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1D37247E" w14:textId="77777777" w:rsidR="00D04B1A" w:rsidRPr="00262BD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12 м. от ул. Автовокзальная.</w:t>
            </w:r>
          </w:p>
        </w:tc>
        <w:tc>
          <w:tcPr>
            <w:tcW w:w="1730" w:type="dxa"/>
          </w:tcPr>
          <w:p w14:paraId="677FA5E0" w14:textId="77777777" w:rsidR="00D04B1A" w:rsidRDefault="00D04B1A" w:rsidP="00900C95">
            <w:proofErr w:type="gramStart"/>
            <w:r w:rsidRPr="0041357D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41357D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70B73BE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7D64130A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33B70BB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A60606C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3FB792FD" w14:textId="77777777" w:rsidTr="007F598A">
        <w:tc>
          <w:tcPr>
            <w:tcW w:w="1330" w:type="dxa"/>
          </w:tcPr>
          <w:p w14:paraId="3AAF4970" w14:textId="77777777" w:rsidR="00D04B1A" w:rsidRPr="00837AE1" w:rsidRDefault="008564AB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9D5420">
              <w:rPr>
                <w:rFonts w:ascii="Verdana" w:hAnsi="Verdana"/>
                <w:b/>
                <w:sz w:val="18"/>
                <w:szCs w:val="18"/>
              </w:rPr>
              <w:t>15</w:t>
            </w:r>
          </w:p>
        </w:tc>
        <w:tc>
          <w:tcPr>
            <w:tcW w:w="1330" w:type="dxa"/>
          </w:tcPr>
          <w:p w14:paraId="71A1329D" w14:textId="65D134CE" w:rsidR="00D04B1A" w:rsidRPr="00837AE1" w:rsidRDefault="008065B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501FA493" w14:textId="77777777" w:rsidR="00D04B1A" w:rsidRPr="00262BD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67 м. от ул. Автовокзальная.</w:t>
            </w:r>
          </w:p>
        </w:tc>
        <w:tc>
          <w:tcPr>
            <w:tcW w:w="1730" w:type="dxa"/>
          </w:tcPr>
          <w:p w14:paraId="68F978D6" w14:textId="77777777" w:rsidR="00D04B1A" w:rsidRDefault="00D04B1A" w:rsidP="00900C95">
            <w:proofErr w:type="gramStart"/>
            <w:r w:rsidRPr="0041357D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41357D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</w:t>
            </w:r>
            <w:r w:rsidRPr="0041357D">
              <w:rPr>
                <w:rFonts w:ascii="Verdana" w:hAnsi="Verdana"/>
                <w:sz w:val="18"/>
                <w:szCs w:val="18"/>
              </w:rPr>
              <w:lastRenderedPageBreak/>
              <w:t>из бетона</w:t>
            </w:r>
          </w:p>
        </w:tc>
        <w:tc>
          <w:tcPr>
            <w:tcW w:w="709" w:type="dxa"/>
            <w:vAlign w:val="center"/>
          </w:tcPr>
          <w:p w14:paraId="459D96FD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49B63B4E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F0DFF8B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7115A08" w14:textId="77777777" w:rsidR="00D04B1A" w:rsidRPr="00262BD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6CA6A9F6" w14:textId="77777777" w:rsidTr="00810CAE">
        <w:tc>
          <w:tcPr>
            <w:tcW w:w="1330" w:type="dxa"/>
          </w:tcPr>
          <w:p w14:paraId="008EC297" w14:textId="77777777" w:rsidR="00D04B1A" w:rsidRPr="00837AE1" w:rsidRDefault="008564AB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</w:t>
            </w:r>
            <w:r w:rsidR="009D5420">
              <w:rPr>
                <w:rFonts w:ascii="Verdana" w:hAnsi="Verdana"/>
                <w:b/>
                <w:sz w:val="18"/>
                <w:szCs w:val="18"/>
              </w:rPr>
              <w:t>16</w:t>
            </w:r>
          </w:p>
        </w:tc>
        <w:tc>
          <w:tcPr>
            <w:tcW w:w="1330" w:type="dxa"/>
          </w:tcPr>
          <w:p w14:paraId="7FCBC3B0" w14:textId="25E3C07E" w:rsidR="00D04B1A" w:rsidRPr="008564AB" w:rsidRDefault="004230C1" w:rsidP="00900C95">
            <w:pPr>
              <w:spacing w:after="12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14 256</w:t>
            </w:r>
            <w:r w:rsidR="00FE309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471F36EB" w14:textId="77777777" w:rsidR="00D04B1A" w:rsidRPr="00262BD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36 м. до ул. Гоголя.</w:t>
            </w:r>
          </w:p>
        </w:tc>
        <w:tc>
          <w:tcPr>
            <w:tcW w:w="1730" w:type="dxa"/>
          </w:tcPr>
          <w:p w14:paraId="138A9DAE" w14:textId="77777777" w:rsidR="00D04B1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7CFDA8D" w14:textId="77777777" w:rsidR="00D04B1A" w:rsidRDefault="00D04B1A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C0031DC" w14:textId="77777777" w:rsidR="00D04B1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E858834" w14:textId="77777777" w:rsidR="00D04B1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63C73770" w14:textId="77777777" w:rsidR="00D04B1A" w:rsidRDefault="00D04B1A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D04B1A" w:rsidRPr="00262BDA" w14:paraId="6935D5E1" w14:textId="77777777" w:rsidTr="0085099A">
        <w:tc>
          <w:tcPr>
            <w:tcW w:w="1330" w:type="dxa"/>
          </w:tcPr>
          <w:p w14:paraId="50D3403F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№-17</w:t>
            </w:r>
          </w:p>
        </w:tc>
        <w:tc>
          <w:tcPr>
            <w:tcW w:w="1330" w:type="dxa"/>
          </w:tcPr>
          <w:p w14:paraId="535490B8" w14:textId="2D5C6CB4" w:rsidR="00D04B1A" w:rsidRPr="00837AE1" w:rsidRDefault="00FE309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25 660 </w:t>
            </w:r>
          </w:p>
        </w:tc>
        <w:tc>
          <w:tcPr>
            <w:tcW w:w="2551" w:type="dxa"/>
          </w:tcPr>
          <w:p w14:paraId="6E40C8E5" w14:textId="77777777" w:rsidR="00D04B1A" w:rsidRPr="00262BDA" w:rsidRDefault="00D04B1A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109 м. до ул. Генриха Гасанова.</w:t>
            </w:r>
          </w:p>
        </w:tc>
        <w:tc>
          <w:tcPr>
            <w:tcW w:w="1730" w:type="dxa"/>
          </w:tcPr>
          <w:p w14:paraId="4667E22A" w14:textId="77777777" w:rsidR="00D04B1A" w:rsidRDefault="00D04B1A" w:rsidP="00DB50C4"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1A5C5188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62B093F0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2B284D9C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43610F8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D04B1A" w:rsidRPr="00262BDA" w14:paraId="6D147CCF" w14:textId="77777777" w:rsidTr="00033279">
        <w:tc>
          <w:tcPr>
            <w:tcW w:w="1330" w:type="dxa"/>
          </w:tcPr>
          <w:p w14:paraId="515B0622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№-18</w:t>
            </w:r>
          </w:p>
        </w:tc>
        <w:tc>
          <w:tcPr>
            <w:tcW w:w="1330" w:type="dxa"/>
          </w:tcPr>
          <w:p w14:paraId="2C0727AF" w14:textId="4DC30171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 </w:t>
            </w:r>
            <w:r w:rsidR="004230C1">
              <w:rPr>
                <w:rFonts w:ascii="Verdana" w:hAnsi="Verdana"/>
                <w:b/>
                <w:sz w:val="18"/>
                <w:szCs w:val="18"/>
              </w:rPr>
              <w:t>752</w:t>
            </w:r>
            <w:r w:rsidR="00FE309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298A3C8B" w14:textId="77777777" w:rsidR="00D04B1A" w:rsidRPr="00262BDA" w:rsidRDefault="00D04B1A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70 м. до ул. Генриха Гасанова.</w:t>
            </w:r>
          </w:p>
        </w:tc>
        <w:tc>
          <w:tcPr>
            <w:tcW w:w="1730" w:type="dxa"/>
          </w:tcPr>
          <w:p w14:paraId="37415D6A" w14:textId="77777777" w:rsidR="00D04B1A" w:rsidRDefault="00D04B1A" w:rsidP="00DB50C4"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1A978D5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3D8D6E9A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75D8E102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C3D0C7B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D04B1A" w:rsidRPr="00262BDA" w14:paraId="305D502E" w14:textId="77777777" w:rsidTr="000710D8">
        <w:tc>
          <w:tcPr>
            <w:tcW w:w="1330" w:type="dxa"/>
          </w:tcPr>
          <w:p w14:paraId="4604FEE5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№-19</w:t>
            </w:r>
          </w:p>
        </w:tc>
        <w:tc>
          <w:tcPr>
            <w:tcW w:w="1330" w:type="dxa"/>
          </w:tcPr>
          <w:p w14:paraId="48B36E08" w14:textId="27A2F551" w:rsidR="00D04B1A" w:rsidRPr="00837AE1" w:rsidRDefault="00E5050E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14 256 </w:t>
            </w:r>
          </w:p>
        </w:tc>
        <w:tc>
          <w:tcPr>
            <w:tcW w:w="2551" w:type="dxa"/>
          </w:tcPr>
          <w:p w14:paraId="269116C1" w14:textId="77777777" w:rsidR="00D04B1A" w:rsidRDefault="00D04B1A" w:rsidP="00DB50C4">
            <w:r w:rsidRPr="00191FE4"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</w:t>
            </w:r>
            <w:r>
              <w:rPr>
                <w:rFonts w:ascii="Verdana" w:hAnsi="Verdana"/>
                <w:sz w:val="18"/>
                <w:szCs w:val="18"/>
              </w:rPr>
              <w:t>Кавказ, на пересечении</w:t>
            </w:r>
            <w:r w:rsidRPr="00191FE4">
              <w:rPr>
                <w:rFonts w:ascii="Verdana" w:hAnsi="Verdana"/>
                <w:sz w:val="18"/>
                <w:szCs w:val="18"/>
              </w:rPr>
              <w:t xml:space="preserve"> ул. Генриха Гасанова.</w:t>
            </w:r>
          </w:p>
        </w:tc>
        <w:tc>
          <w:tcPr>
            <w:tcW w:w="1730" w:type="dxa"/>
          </w:tcPr>
          <w:p w14:paraId="2722A888" w14:textId="77777777" w:rsidR="00D04B1A" w:rsidRDefault="00D04B1A" w:rsidP="00DB50C4"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77A828A5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92C2779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DF3053A" w14:textId="7EC9772A" w:rsidR="00D04B1A" w:rsidRPr="00262BDA" w:rsidRDefault="00E5050E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6F1C6BB7" w14:textId="1FD9BA36" w:rsidR="00D04B1A" w:rsidRPr="00262BDA" w:rsidRDefault="00E5050E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D04B1A" w:rsidRPr="00262BDA" w14:paraId="7D956DFF" w14:textId="77777777" w:rsidTr="00F00A6F">
        <w:tc>
          <w:tcPr>
            <w:tcW w:w="1330" w:type="dxa"/>
          </w:tcPr>
          <w:p w14:paraId="06D9C291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№-20</w:t>
            </w:r>
          </w:p>
        </w:tc>
        <w:tc>
          <w:tcPr>
            <w:tcW w:w="1330" w:type="dxa"/>
          </w:tcPr>
          <w:p w14:paraId="6B09DD96" w14:textId="31A9FA72" w:rsidR="00D04B1A" w:rsidRPr="00837AE1" w:rsidRDefault="004230C1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9 504</w:t>
            </w:r>
            <w:r w:rsidR="00FE309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7486A412" w14:textId="77777777" w:rsidR="00D04B1A" w:rsidRPr="00262BDA" w:rsidRDefault="00D04B1A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54 м. до ул. Генриха Гасанова.</w:t>
            </w:r>
          </w:p>
        </w:tc>
        <w:tc>
          <w:tcPr>
            <w:tcW w:w="1730" w:type="dxa"/>
          </w:tcPr>
          <w:p w14:paraId="6C514BFC" w14:textId="77777777" w:rsidR="00D04B1A" w:rsidRDefault="00D04B1A" w:rsidP="00DB50C4"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5DCEFB9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07E53259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7EC94543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A731FBE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6DBD2683" w14:textId="77777777" w:rsidTr="0060143F">
        <w:tc>
          <w:tcPr>
            <w:tcW w:w="1330" w:type="dxa"/>
          </w:tcPr>
          <w:p w14:paraId="68A9D5C2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№-21</w:t>
            </w:r>
          </w:p>
        </w:tc>
        <w:tc>
          <w:tcPr>
            <w:tcW w:w="1330" w:type="dxa"/>
          </w:tcPr>
          <w:p w14:paraId="567A52B6" w14:textId="60F9AEF8" w:rsidR="00D04B1A" w:rsidRPr="00837AE1" w:rsidRDefault="004230C1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2DC3E4CA" w14:textId="77777777" w:rsidR="00D04B1A" w:rsidRPr="00262BDA" w:rsidRDefault="00D04B1A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102 м. до ул. Генриха Гасанова.</w:t>
            </w:r>
          </w:p>
        </w:tc>
        <w:tc>
          <w:tcPr>
            <w:tcW w:w="1730" w:type="dxa"/>
          </w:tcPr>
          <w:p w14:paraId="4F2CD699" w14:textId="77777777" w:rsidR="00D04B1A" w:rsidRDefault="00D04B1A" w:rsidP="00DB50C4"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63194C9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37259765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382DD642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1817047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23C81AEF" w14:textId="77777777" w:rsidTr="00C710D1">
        <w:tc>
          <w:tcPr>
            <w:tcW w:w="1330" w:type="dxa"/>
          </w:tcPr>
          <w:p w14:paraId="0C7B5DD0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№-22</w:t>
            </w:r>
          </w:p>
        </w:tc>
        <w:tc>
          <w:tcPr>
            <w:tcW w:w="1330" w:type="dxa"/>
          </w:tcPr>
          <w:p w14:paraId="73CAAF87" w14:textId="65BA4BD7" w:rsidR="00D04B1A" w:rsidRPr="00837AE1" w:rsidRDefault="004230C1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41BCCC5F" w14:textId="77777777" w:rsidR="00D04B1A" w:rsidRPr="00262BDA" w:rsidRDefault="00D04B1A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100 м. от ул. Гейдара Алиева.</w:t>
            </w:r>
          </w:p>
        </w:tc>
        <w:tc>
          <w:tcPr>
            <w:tcW w:w="1730" w:type="dxa"/>
          </w:tcPr>
          <w:p w14:paraId="02F93BF2" w14:textId="77777777" w:rsidR="00D04B1A" w:rsidRDefault="00D04B1A" w:rsidP="00DB50C4"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E7D67D1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1C04798C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72B7B850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D26C7B5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716AD1EF" w14:textId="77777777" w:rsidTr="00070F11">
        <w:tc>
          <w:tcPr>
            <w:tcW w:w="1330" w:type="dxa"/>
          </w:tcPr>
          <w:p w14:paraId="4EBE14CC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№-23</w:t>
            </w:r>
          </w:p>
        </w:tc>
        <w:tc>
          <w:tcPr>
            <w:tcW w:w="1330" w:type="dxa"/>
          </w:tcPr>
          <w:p w14:paraId="6D30A502" w14:textId="36FC5897" w:rsidR="00D04B1A" w:rsidRPr="00837AE1" w:rsidRDefault="004230C1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7E3721D4" w14:textId="77777777" w:rsidR="00D04B1A" w:rsidRPr="00262BDA" w:rsidRDefault="00D04B1A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62 м. от ул. Гейдара Алиева.</w:t>
            </w:r>
          </w:p>
        </w:tc>
        <w:tc>
          <w:tcPr>
            <w:tcW w:w="1730" w:type="dxa"/>
          </w:tcPr>
          <w:p w14:paraId="2419B5A2" w14:textId="77777777" w:rsidR="00D04B1A" w:rsidRDefault="00D04B1A" w:rsidP="00DB50C4"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959C5D2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5406C515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22C38E86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33F60A1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2A34D4EF" w14:textId="77777777" w:rsidTr="00177CC1">
        <w:tc>
          <w:tcPr>
            <w:tcW w:w="1330" w:type="dxa"/>
          </w:tcPr>
          <w:p w14:paraId="2A04A8AC" w14:textId="77777777" w:rsidR="00D04B1A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№-24</w:t>
            </w:r>
          </w:p>
        </w:tc>
        <w:tc>
          <w:tcPr>
            <w:tcW w:w="1330" w:type="dxa"/>
          </w:tcPr>
          <w:p w14:paraId="0FC7A93A" w14:textId="09DF5866" w:rsidR="00D04B1A" w:rsidRDefault="004230C1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79B3C845" w14:textId="77777777" w:rsidR="00D04B1A" w:rsidRDefault="00D04B1A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12 м. от ул. Гейдара Алиева.</w:t>
            </w:r>
          </w:p>
        </w:tc>
        <w:tc>
          <w:tcPr>
            <w:tcW w:w="1730" w:type="dxa"/>
          </w:tcPr>
          <w:p w14:paraId="0116F3BC" w14:textId="77777777" w:rsidR="00D04B1A" w:rsidRPr="000C0815" w:rsidRDefault="00D04B1A" w:rsidP="00DB50C4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8911FBA" w14:textId="77777777" w:rsidR="00D04B1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227B17C3" w14:textId="77777777" w:rsidR="00D04B1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74B5613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032069F" w14:textId="77777777" w:rsidR="00D04B1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311CDFBC" w14:textId="77777777" w:rsidTr="00005EFB">
        <w:tc>
          <w:tcPr>
            <w:tcW w:w="1330" w:type="dxa"/>
          </w:tcPr>
          <w:p w14:paraId="47D9A021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№-25</w:t>
            </w:r>
          </w:p>
        </w:tc>
        <w:tc>
          <w:tcPr>
            <w:tcW w:w="1330" w:type="dxa"/>
          </w:tcPr>
          <w:p w14:paraId="02E0DA86" w14:textId="584EF5BA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 </w:t>
            </w:r>
            <w:r w:rsidR="004230C1">
              <w:rPr>
                <w:rFonts w:ascii="Verdana" w:hAnsi="Verdana"/>
                <w:b/>
                <w:sz w:val="18"/>
                <w:szCs w:val="18"/>
              </w:rPr>
              <w:t>246</w:t>
            </w:r>
            <w:r w:rsidR="00FE309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072BF391" w14:textId="77777777" w:rsidR="00D04B1A" w:rsidRPr="00262BDA" w:rsidRDefault="00D04B1A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федеральной трассы Р-217 Кавказ, 10 м. от ул. Гейдара Алиева.</w:t>
            </w:r>
          </w:p>
        </w:tc>
        <w:tc>
          <w:tcPr>
            <w:tcW w:w="1730" w:type="dxa"/>
          </w:tcPr>
          <w:p w14:paraId="3C2BAD96" w14:textId="77777777" w:rsidR="00D04B1A" w:rsidRDefault="00D04B1A" w:rsidP="00DB50C4">
            <w:proofErr w:type="spellStart"/>
            <w:r>
              <w:rPr>
                <w:rFonts w:ascii="Verdana" w:hAnsi="Verdana"/>
                <w:sz w:val="18"/>
                <w:szCs w:val="18"/>
              </w:rPr>
              <w:lastRenderedPageBreak/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транспорта</w:t>
            </w:r>
          </w:p>
        </w:tc>
        <w:tc>
          <w:tcPr>
            <w:tcW w:w="709" w:type="dxa"/>
            <w:vAlign w:val="center"/>
          </w:tcPr>
          <w:p w14:paraId="72AF2EE4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1,2х1,75</w:t>
            </w:r>
          </w:p>
        </w:tc>
        <w:tc>
          <w:tcPr>
            <w:tcW w:w="709" w:type="dxa"/>
            <w:vAlign w:val="center"/>
          </w:tcPr>
          <w:p w14:paraId="45A6E8D3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2F3EB434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139408A8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D04B1A" w:rsidRPr="00262BDA" w14:paraId="0BBF716C" w14:textId="77777777" w:rsidTr="00327220">
        <w:tc>
          <w:tcPr>
            <w:tcW w:w="1330" w:type="dxa"/>
          </w:tcPr>
          <w:p w14:paraId="3BC00CCF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№-26</w:t>
            </w:r>
          </w:p>
        </w:tc>
        <w:tc>
          <w:tcPr>
            <w:tcW w:w="1330" w:type="dxa"/>
          </w:tcPr>
          <w:p w14:paraId="51B82F0D" w14:textId="6835D502" w:rsidR="00D04B1A" w:rsidRPr="00837AE1" w:rsidRDefault="004230C1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21F1D500" w14:textId="77777777" w:rsidR="00D04B1A" w:rsidRDefault="00D04B1A" w:rsidP="00DB50C4">
            <w:r w:rsidRPr="001A61CA"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Кавказ, </w:t>
            </w:r>
            <w:r>
              <w:rPr>
                <w:rFonts w:ascii="Verdana" w:hAnsi="Verdana"/>
                <w:sz w:val="18"/>
                <w:szCs w:val="18"/>
              </w:rPr>
              <w:t>115 м. до</w:t>
            </w:r>
            <w:r w:rsidRPr="001A61CA">
              <w:rPr>
                <w:rFonts w:ascii="Verdana" w:hAnsi="Verdana"/>
                <w:sz w:val="18"/>
                <w:szCs w:val="18"/>
              </w:rPr>
              <w:t xml:space="preserve"> ул. Гейдара Алиева.</w:t>
            </w:r>
          </w:p>
        </w:tc>
        <w:tc>
          <w:tcPr>
            <w:tcW w:w="1730" w:type="dxa"/>
          </w:tcPr>
          <w:p w14:paraId="55851B38" w14:textId="77777777" w:rsidR="00D04B1A" w:rsidRDefault="00D04B1A" w:rsidP="00DB50C4"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E72125A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2936ECD3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3B28244F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E05B362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04B1A" w:rsidRPr="00262BDA" w14:paraId="5D915E08" w14:textId="77777777" w:rsidTr="008009A8">
        <w:tc>
          <w:tcPr>
            <w:tcW w:w="1330" w:type="dxa"/>
          </w:tcPr>
          <w:p w14:paraId="4A6F0643" w14:textId="77777777" w:rsidR="00D04B1A" w:rsidRPr="00837AE1" w:rsidRDefault="009D5420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ЛОТ №-27</w:t>
            </w:r>
          </w:p>
        </w:tc>
        <w:tc>
          <w:tcPr>
            <w:tcW w:w="1330" w:type="dxa"/>
          </w:tcPr>
          <w:p w14:paraId="205023DD" w14:textId="743991E7" w:rsidR="00D04B1A" w:rsidRPr="00837AE1" w:rsidRDefault="004230C1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9 504</w:t>
            </w:r>
            <w:r w:rsidRPr="008564A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3D7CA1DD" w14:textId="77777777" w:rsidR="00D04B1A" w:rsidRPr="00262BDA" w:rsidRDefault="00D04B1A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32 м. от ул. Керима Мамедбекова.</w:t>
            </w:r>
          </w:p>
        </w:tc>
        <w:tc>
          <w:tcPr>
            <w:tcW w:w="1730" w:type="dxa"/>
          </w:tcPr>
          <w:p w14:paraId="715A672F" w14:textId="77777777" w:rsidR="00D04B1A" w:rsidRDefault="00D04B1A" w:rsidP="00DB50C4">
            <w:proofErr w:type="gramStart"/>
            <w:r w:rsidRPr="000C081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0C081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435765A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020A3357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5C603F82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3715330" w14:textId="77777777" w:rsidR="00D04B1A" w:rsidRPr="00262BDA" w:rsidRDefault="00D04B1A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14:paraId="2CD15404" w14:textId="77777777" w:rsidR="00711A12" w:rsidRPr="00262BDA" w:rsidRDefault="00724E60" w:rsidP="00724E60">
      <w:pPr>
        <w:tabs>
          <w:tab w:val="left" w:pos="8700"/>
        </w:tabs>
        <w:spacing w:after="120"/>
        <w:ind w:firstLine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37A11"/>
    <w:rsid w:val="00044324"/>
    <w:rsid w:val="0005118D"/>
    <w:rsid w:val="00054594"/>
    <w:rsid w:val="0006604E"/>
    <w:rsid w:val="00067D2F"/>
    <w:rsid w:val="00084D27"/>
    <w:rsid w:val="000B79CE"/>
    <w:rsid w:val="000C30EA"/>
    <w:rsid w:val="000C4B4F"/>
    <w:rsid w:val="000F38B2"/>
    <w:rsid w:val="000F7EBF"/>
    <w:rsid w:val="00107297"/>
    <w:rsid w:val="001109C3"/>
    <w:rsid w:val="00123B1B"/>
    <w:rsid w:val="001307B1"/>
    <w:rsid w:val="00134BB9"/>
    <w:rsid w:val="00153FCD"/>
    <w:rsid w:val="001546B0"/>
    <w:rsid w:val="0017315D"/>
    <w:rsid w:val="001A5A33"/>
    <w:rsid w:val="001F565B"/>
    <w:rsid w:val="002070A7"/>
    <w:rsid w:val="00222269"/>
    <w:rsid w:val="00227E5C"/>
    <w:rsid w:val="00236CC5"/>
    <w:rsid w:val="00240884"/>
    <w:rsid w:val="00262BDA"/>
    <w:rsid w:val="00290FFD"/>
    <w:rsid w:val="00291E6E"/>
    <w:rsid w:val="002B44B9"/>
    <w:rsid w:val="002C0231"/>
    <w:rsid w:val="00301B9F"/>
    <w:rsid w:val="0032355D"/>
    <w:rsid w:val="00323B77"/>
    <w:rsid w:val="00342EA2"/>
    <w:rsid w:val="0036668B"/>
    <w:rsid w:val="00374BB7"/>
    <w:rsid w:val="00381F68"/>
    <w:rsid w:val="003A227E"/>
    <w:rsid w:val="003B5912"/>
    <w:rsid w:val="003E0273"/>
    <w:rsid w:val="004230C1"/>
    <w:rsid w:val="00435017"/>
    <w:rsid w:val="004841C9"/>
    <w:rsid w:val="004C734C"/>
    <w:rsid w:val="004C7CA5"/>
    <w:rsid w:val="004D2808"/>
    <w:rsid w:val="004E55B1"/>
    <w:rsid w:val="004E7974"/>
    <w:rsid w:val="00503962"/>
    <w:rsid w:val="005315DF"/>
    <w:rsid w:val="00542BAA"/>
    <w:rsid w:val="00557106"/>
    <w:rsid w:val="00560352"/>
    <w:rsid w:val="00563ABD"/>
    <w:rsid w:val="005A6FCC"/>
    <w:rsid w:val="005C13D7"/>
    <w:rsid w:val="005C26B0"/>
    <w:rsid w:val="005D127B"/>
    <w:rsid w:val="005E3789"/>
    <w:rsid w:val="005F6FC1"/>
    <w:rsid w:val="006339EA"/>
    <w:rsid w:val="00634972"/>
    <w:rsid w:val="0066157A"/>
    <w:rsid w:val="00666CD4"/>
    <w:rsid w:val="00675A4B"/>
    <w:rsid w:val="00682CD8"/>
    <w:rsid w:val="006A5A40"/>
    <w:rsid w:val="006D3D70"/>
    <w:rsid w:val="006D5427"/>
    <w:rsid w:val="006F08BD"/>
    <w:rsid w:val="00711A12"/>
    <w:rsid w:val="00722403"/>
    <w:rsid w:val="00724E60"/>
    <w:rsid w:val="00741133"/>
    <w:rsid w:val="00757548"/>
    <w:rsid w:val="00781A6E"/>
    <w:rsid w:val="007B6D8B"/>
    <w:rsid w:val="007C0417"/>
    <w:rsid w:val="007C16D4"/>
    <w:rsid w:val="007D356A"/>
    <w:rsid w:val="007E25C5"/>
    <w:rsid w:val="007E3577"/>
    <w:rsid w:val="007E6852"/>
    <w:rsid w:val="008065B5"/>
    <w:rsid w:val="008108E9"/>
    <w:rsid w:val="00810D00"/>
    <w:rsid w:val="008111CB"/>
    <w:rsid w:val="00826516"/>
    <w:rsid w:val="00837AE1"/>
    <w:rsid w:val="00847748"/>
    <w:rsid w:val="008564AB"/>
    <w:rsid w:val="00856B02"/>
    <w:rsid w:val="0087781F"/>
    <w:rsid w:val="0089420E"/>
    <w:rsid w:val="008A626A"/>
    <w:rsid w:val="008B7660"/>
    <w:rsid w:val="008E2CE4"/>
    <w:rsid w:val="008F1645"/>
    <w:rsid w:val="00900C95"/>
    <w:rsid w:val="00933B21"/>
    <w:rsid w:val="009424AB"/>
    <w:rsid w:val="0094284F"/>
    <w:rsid w:val="009510C6"/>
    <w:rsid w:val="00953332"/>
    <w:rsid w:val="009768F3"/>
    <w:rsid w:val="0099001B"/>
    <w:rsid w:val="009A24B5"/>
    <w:rsid w:val="009A5804"/>
    <w:rsid w:val="009D4799"/>
    <w:rsid w:val="009D5420"/>
    <w:rsid w:val="009E6B9A"/>
    <w:rsid w:val="00A00F7B"/>
    <w:rsid w:val="00A34C37"/>
    <w:rsid w:val="00A36B8B"/>
    <w:rsid w:val="00A3777A"/>
    <w:rsid w:val="00A41484"/>
    <w:rsid w:val="00A46814"/>
    <w:rsid w:val="00A66E09"/>
    <w:rsid w:val="00A757A5"/>
    <w:rsid w:val="00AC2AFE"/>
    <w:rsid w:val="00AD30C1"/>
    <w:rsid w:val="00AE0603"/>
    <w:rsid w:val="00B54E87"/>
    <w:rsid w:val="00B66FD6"/>
    <w:rsid w:val="00B71091"/>
    <w:rsid w:val="00B761EA"/>
    <w:rsid w:val="00BD7D42"/>
    <w:rsid w:val="00BE1CF2"/>
    <w:rsid w:val="00C0145B"/>
    <w:rsid w:val="00C030A2"/>
    <w:rsid w:val="00C14F31"/>
    <w:rsid w:val="00C35EB2"/>
    <w:rsid w:val="00C7381D"/>
    <w:rsid w:val="00C93C8D"/>
    <w:rsid w:val="00CA5B42"/>
    <w:rsid w:val="00CB47AE"/>
    <w:rsid w:val="00CC4C4F"/>
    <w:rsid w:val="00CC4E1D"/>
    <w:rsid w:val="00CE0AC4"/>
    <w:rsid w:val="00D04B1A"/>
    <w:rsid w:val="00D16CFF"/>
    <w:rsid w:val="00D26F1B"/>
    <w:rsid w:val="00D2730A"/>
    <w:rsid w:val="00D62FAE"/>
    <w:rsid w:val="00D82010"/>
    <w:rsid w:val="00D94677"/>
    <w:rsid w:val="00DA4F88"/>
    <w:rsid w:val="00DA6625"/>
    <w:rsid w:val="00DB50C4"/>
    <w:rsid w:val="00DF1041"/>
    <w:rsid w:val="00DF2482"/>
    <w:rsid w:val="00E26950"/>
    <w:rsid w:val="00E458D9"/>
    <w:rsid w:val="00E5050E"/>
    <w:rsid w:val="00E64745"/>
    <w:rsid w:val="00E746F6"/>
    <w:rsid w:val="00E76E5D"/>
    <w:rsid w:val="00E81231"/>
    <w:rsid w:val="00EE2C2E"/>
    <w:rsid w:val="00F035BB"/>
    <w:rsid w:val="00F21DA1"/>
    <w:rsid w:val="00F310CE"/>
    <w:rsid w:val="00F31DF8"/>
    <w:rsid w:val="00F41F3D"/>
    <w:rsid w:val="00F70FC8"/>
    <w:rsid w:val="00F90BEA"/>
    <w:rsid w:val="00FB584C"/>
    <w:rsid w:val="00FB7934"/>
    <w:rsid w:val="00FC432C"/>
    <w:rsid w:val="00FC5263"/>
    <w:rsid w:val="00FD77D7"/>
    <w:rsid w:val="00FE3090"/>
    <w:rsid w:val="00FF35EC"/>
    <w:rsid w:val="00FF3DF2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0F4B"/>
  <w15:docId w15:val="{7772DDA0-484E-4A71-B37E-1BBC7229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548</TotalTime>
  <Pages>4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64</cp:revision>
  <cp:lastPrinted>2020-06-17T09:40:00Z</cp:lastPrinted>
  <dcterms:created xsi:type="dcterms:W3CDTF">2017-03-10T11:37:00Z</dcterms:created>
  <dcterms:modified xsi:type="dcterms:W3CDTF">2020-09-02T07:09:00Z</dcterms:modified>
</cp:coreProperties>
</file>